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9C16E2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361E13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361E13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3474829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</w:t>
      </w:r>
      <w:r w:rsidR="00361E13">
        <w:rPr>
          <w:rFonts w:ascii="Corbel" w:hAnsi="Corbel"/>
          <w:i/>
          <w:smallCaps/>
          <w:sz w:val="24"/>
          <w:szCs w:val="24"/>
        </w:rPr>
        <w:t>1</w:t>
      </w:r>
      <w:r w:rsidR="00744B49">
        <w:rPr>
          <w:rFonts w:ascii="Corbel" w:hAnsi="Corbel"/>
          <w:i/>
          <w:smallCaps/>
          <w:sz w:val="24"/>
          <w:szCs w:val="24"/>
        </w:rPr>
        <w:t>-202</w:t>
      </w:r>
      <w:r w:rsidR="00361E13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54C8A9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</w:t>
      </w:r>
      <w:r w:rsidR="00361E13">
        <w:rPr>
          <w:rFonts w:ascii="Corbel" w:hAnsi="Corbel"/>
          <w:sz w:val="20"/>
          <w:szCs w:val="20"/>
        </w:rPr>
        <w:t>3</w:t>
      </w:r>
      <w:r w:rsidR="00744B49">
        <w:rPr>
          <w:rFonts w:ascii="Corbel" w:hAnsi="Corbel"/>
          <w:sz w:val="20"/>
          <w:szCs w:val="20"/>
        </w:rPr>
        <w:t>/202</w:t>
      </w:r>
      <w:r w:rsidR="00361E13">
        <w:rPr>
          <w:rFonts w:ascii="Corbel" w:hAnsi="Corbel"/>
          <w:sz w:val="20"/>
          <w:szCs w:val="20"/>
        </w:rPr>
        <w:t>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96F2C4D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AD64F95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09A0A12" w:rsidR="0085747A" w:rsidRPr="00B169DF" w:rsidRDefault="00744B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4BF15" w14:textId="77777777" w:rsidR="004A76C6" w:rsidRPr="00AF4A52" w:rsidRDefault="004A76C6" w:rsidP="004A76C6">
      <w:pPr>
        <w:pStyle w:val="Akapitzlist"/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29C7D529" w14:textId="77777777" w:rsidTr="004A76C6">
        <w:tc>
          <w:tcPr>
            <w:tcW w:w="9355" w:type="dxa"/>
          </w:tcPr>
          <w:p w14:paraId="63936CF5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5396C69C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233BC25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95DC8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FC456" w14:textId="378118A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00FCDA7D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AD5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A3B97" w14:textId="7738B2E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49E34E7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69D96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Przelew wierzytelności i przejęcie długu, skarga pauliańska.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7BD4" w14:textId="7443D175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6545A7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59B32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FABF2" w14:textId="46B95566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1B493DE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0B671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3F400" w14:textId="227D0ECA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4A76C6" w:rsidRPr="004A76C6" w14:paraId="45B9B63C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7470F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DC2DE" w14:textId="591889E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0090F1BE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4E3E8A" w14:textId="77777777" w:rsidR="004A76C6" w:rsidRPr="00AF4A52" w:rsidRDefault="004A76C6" w:rsidP="004A76C6">
      <w:pPr>
        <w:pStyle w:val="Akapitzlist"/>
        <w:spacing w:line="240" w:lineRule="auto"/>
        <w:ind w:left="1080"/>
      </w:pP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7883094E" w14:textId="3D31132A" w:rsidR="00E960BB" w:rsidRPr="00270F30" w:rsidRDefault="00270F30" w:rsidP="00270F3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7D2840D8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75366690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54773941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0AA5A54E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3F6A365C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0FC355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CCCE748" w14:textId="65032A4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32DD2C1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7B72DFF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7C518F6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13F26D7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52430B6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65EDFC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7118355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3BD3FD9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6447C408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91961E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EK_10</w:t>
            </w:r>
          </w:p>
        </w:tc>
        <w:tc>
          <w:tcPr>
            <w:tcW w:w="5441" w:type="dxa"/>
          </w:tcPr>
          <w:p w14:paraId="2DAEE088" w14:textId="3038633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2DCE9CD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E42F591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6A6297A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69D3AB8B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635FBA9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7868D4A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5E37264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68B3E13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04C573C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57D4CCA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1A3AD62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19BD222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4699ED8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07D3FE1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0862DD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6AC6D27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220C64D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688484C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6A85975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E46FB3E" w14:textId="34910ECD" w:rsidR="008651D7" w:rsidRPr="00CC315B" w:rsidRDefault="008651D7" w:rsidP="008651D7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44214E31" w14:textId="77777777" w:rsid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1B0839C" w14:textId="3937CBE7" w:rsidR="00923D7D" w:rsidRP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 dwóch kolokwiów.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Pierwsze z kolokwiów (tzw. połówkowe) może być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 z dwóch pisemnych sprawdzianów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(lub sprawdzianu i  zamiennika)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559485" w14:textId="39B8155D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  <w:p w14:paraId="3A344839" w14:textId="52ED2037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0187321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39 godz., Przygotowanie do ćwiczeń- 30 godzin. Napisanie referatu lub materiałów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związanych z tematyką prawa </w:t>
            </w:r>
            <w:r w:rsidR="00542835">
              <w:rPr>
                <w:rFonts w:ascii="Corbel" w:hAnsi="Corbel"/>
                <w:sz w:val="24"/>
                <w:szCs w:val="24"/>
              </w:rPr>
              <w:t xml:space="preserve">cywilnego 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747719D" w14:textId="094B5D4A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Kawałko,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Z.Gawlik, P. Pełczyński, Prawo cywilne. Podstawy prawa rzeczowego i prawa zobowiąz</w:t>
            </w:r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A5E6E" w14:textId="77777777" w:rsidR="00D80D5E" w:rsidRDefault="00D80D5E" w:rsidP="00C16ABF">
      <w:pPr>
        <w:spacing w:after="0" w:line="240" w:lineRule="auto"/>
      </w:pPr>
      <w:r>
        <w:separator/>
      </w:r>
    </w:p>
  </w:endnote>
  <w:endnote w:type="continuationSeparator" w:id="0">
    <w:p w14:paraId="6AEEBAE7" w14:textId="77777777" w:rsidR="00D80D5E" w:rsidRDefault="00D80D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8E666" w14:textId="77777777" w:rsidR="00D80D5E" w:rsidRDefault="00D80D5E" w:rsidP="00C16ABF">
      <w:pPr>
        <w:spacing w:after="0" w:line="240" w:lineRule="auto"/>
      </w:pPr>
      <w:r>
        <w:separator/>
      </w:r>
    </w:p>
  </w:footnote>
  <w:footnote w:type="continuationSeparator" w:id="0">
    <w:p w14:paraId="5904763E" w14:textId="77777777" w:rsidR="00D80D5E" w:rsidRDefault="00D80D5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E1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2835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95D98"/>
    <w:rsid w:val="007A4022"/>
    <w:rsid w:val="007A6E6E"/>
    <w:rsid w:val="007C3299"/>
    <w:rsid w:val="007C3BCC"/>
    <w:rsid w:val="007C4546"/>
    <w:rsid w:val="007D6E56"/>
    <w:rsid w:val="007F4155"/>
    <w:rsid w:val="007F733E"/>
    <w:rsid w:val="0081554D"/>
    <w:rsid w:val="0081707E"/>
    <w:rsid w:val="008449B3"/>
    <w:rsid w:val="008552A2"/>
    <w:rsid w:val="0085747A"/>
    <w:rsid w:val="008651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0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5FC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953"/>
    <w:rsid w:val="00D608D1"/>
    <w:rsid w:val="00D74119"/>
    <w:rsid w:val="00D8075B"/>
    <w:rsid w:val="00D80D5E"/>
    <w:rsid w:val="00D8678B"/>
    <w:rsid w:val="00DA2114"/>
    <w:rsid w:val="00DE09C0"/>
    <w:rsid w:val="00DE4A14"/>
    <w:rsid w:val="00DF320D"/>
    <w:rsid w:val="00DF71C8"/>
    <w:rsid w:val="00E0341F"/>
    <w:rsid w:val="00E129B8"/>
    <w:rsid w:val="00E1642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1550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2023-10-17T08:04:00Z</dcterms:created>
  <dcterms:modified xsi:type="dcterms:W3CDTF">2023-10-31T07:58:00Z</dcterms:modified>
</cp:coreProperties>
</file>